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0A7520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0A7520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64D56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0A7520" w:rsidP="00760EC3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760EC3"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Obnova DAW</w:t>
            </w:r>
          </w:p>
        </w:tc>
      </w:tr>
      <w:tr w:rsidR="00164D56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164D56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A7520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164D56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0A752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164D56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A752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164D56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A752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64D56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0A7520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0A752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0A7520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0A7520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0A7520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537860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0A7520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87BF9">
        <w:rPr>
          <w:rFonts w:ascii="Arial" w:hAnsi="Arial" w:cs="Arial"/>
          <w:sz w:val="20"/>
          <w:szCs w:val="20"/>
        </w:rPr>
        <w:t>části B. Kvalifikace v čl. III.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4253E3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253E3" w:rsidRDefault="004253E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253E3" w:rsidRDefault="004253E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253E3" w:rsidRDefault="004253E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253E3" w:rsidRPr="00447B8F" w:rsidRDefault="004253E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A7520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64D56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A7520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A7520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A7520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A7520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A7520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64D5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A7520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64D5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0A7520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928" w:rsidRDefault="00306928">
      <w:r>
        <w:separator/>
      </w:r>
    </w:p>
  </w:endnote>
  <w:endnote w:type="continuationSeparator" w:id="0">
    <w:p w:rsidR="00306928" w:rsidRDefault="00306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0A75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928" w:rsidRDefault="00306928">
      <w:r>
        <w:separator/>
      </w:r>
    </w:p>
  </w:footnote>
  <w:footnote w:type="continuationSeparator" w:id="0">
    <w:p w:rsidR="00306928" w:rsidRDefault="00306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0A7520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409298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F52C601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F4C4C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AB20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EC9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D68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5C36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0B2E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20C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4C15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EC6C99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132E11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DA0650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6BCC7C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E7E182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424ABF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42886B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FBEB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A96FA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94E07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644EF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EA6FA8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A4488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1A21DD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804697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B4D8D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994CC6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4B4228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8368CA4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E6C77F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5248E7A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903D4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74EA1B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F2815B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9A62C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110B8A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A7CE9B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F5A0DE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0EAF6DC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0069B3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12232A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B74361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DC8E8D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EC0FD1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B38A0C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DD48AD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C088BEA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CC5A462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5A2AB9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E76C2C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242DCE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42A0690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E00202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09A75F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58A5EE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0F5242B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801C536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D72282A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46966B9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3249B2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9FDAE78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388EC2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D9D6805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CF2DCF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4B52F27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DAE420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8D64AD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EA409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302CA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29A8EA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75AF2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9DEEA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780090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EFA01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06EF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FC41E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7B89A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E89B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90B4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0019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783C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5411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E68AA6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1A7DD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302D8D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C53C081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E9D0613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4DED85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AEC88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5727F0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F542A2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74FA328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34094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7AA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A3845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18E0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24B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A68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781F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00E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56C432F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E3E41D8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50CD80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AE2DAB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846E16A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ECA2E2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67BE6BE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DB6DE2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7EBA164E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C0BC92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39CC1D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AF47E3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77A6C17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F24D0A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03AA0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6B4E0B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5FCCC2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CBAB13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5DB8DEF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F94339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34E26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8C2400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8B6C1A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56EFF8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7A2515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E4AA5D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6FE092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0494FA2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4184D6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94CA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4CB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BAB0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ECEB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2C1D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BEBB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CA97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E7068C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40BC2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D2E2E5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2F0C5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046F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B262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70C7D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EE5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248ED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7DA6A6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95AB5E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154E2D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3C0ABB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06EE17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92479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37220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B16B6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D0C13D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F502F23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EA30F98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B9AA5B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61CCEE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C82F26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5C686AA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EA4A2B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21262C9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3770314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42729DB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F724B9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14D6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8B9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80E1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7E68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B26D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4462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2281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E8FC9A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A06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E243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4621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EC9E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E43C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284C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2EA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2626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E0689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364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918E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AFF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BC72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A8DC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847C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7422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A8FF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568CE8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81B0C8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7AF4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960B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F63F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C8DD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7FC4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E0F0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14CC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9E268E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586D5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52A16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F00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865A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1088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616AF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140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3898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50E4BCD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1BEE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22F6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421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347E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E632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A2A0A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B435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25EB9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F006A1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7E26FCD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32A6660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38A8FD5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254903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812D73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C4DE0CF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980977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46545F2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618CD42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1FEABDD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C0C6E57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EA78A81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77430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656B3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DC5C3DC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2CA8A79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F749AF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08F2A14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54A8498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21D8C87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B42B58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27C671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13A5D4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B4E1A9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D64DB0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83A638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06A09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3C2F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7A51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7CE8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0ECD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1AB3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AE82D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A03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5857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A7520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16A61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4D5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4A79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06928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53E3"/>
    <w:rsid w:val="00431626"/>
    <w:rsid w:val="0043364F"/>
    <w:rsid w:val="00433715"/>
    <w:rsid w:val="00441213"/>
    <w:rsid w:val="00442D42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37860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87BF9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0EC3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1740D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14B6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2021-04-21T13:06:00Z</dcterms:created>
  <dcterms:modified xsi:type="dcterms:W3CDTF">2021-04-21T13:06:00Z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